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83935" w14:textId="77777777" w:rsidR="006023B9" w:rsidRDefault="006023B9" w:rsidP="006023B9">
      <w:pPr>
        <w:pStyle w:val="berschrift1"/>
        <w:spacing w:before="0"/>
        <w:rPr>
          <w:rFonts w:eastAsia="Calibri"/>
          <w:lang w:val="en-US"/>
        </w:rPr>
      </w:pPr>
      <w:bookmarkStart w:id="0" w:name="_Hlk126246294"/>
      <w:r w:rsidRPr="00860911">
        <w:rPr>
          <w:rFonts w:eastAsia="Calibri"/>
          <w:lang w:val="en-US"/>
        </w:rPr>
        <w:t>Vorlage für Aufgabe 5</w:t>
      </w:r>
    </w:p>
    <w:p w14:paraId="40B7510A" w14:textId="77777777" w:rsidR="006023B9" w:rsidRPr="00860911" w:rsidRDefault="006023B9" w:rsidP="006023B9">
      <w:pPr>
        <w:spacing w:after="0"/>
        <w:contextualSpacing/>
        <w:jc w:val="center"/>
        <w:rPr>
          <w:rFonts w:eastAsia="Calibri"/>
          <w:b/>
          <w:bCs/>
          <w:kern w:val="0"/>
          <w:sz w:val="28"/>
          <w:szCs w:val="28"/>
          <w:lang w:val="en-US"/>
          <w14:ligatures w14:val="none"/>
        </w:rPr>
      </w:pPr>
    </w:p>
    <w:p w14:paraId="53ACBB9B" w14:textId="77777777" w:rsidR="006023B9" w:rsidRPr="00D16B0C" w:rsidRDefault="006023B9" w:rsidP="006023B9">
      <w:pPr>
        <w:spacing w:after="0"/>
        <w:contextualSpacing/>
        <w:rPr>
          <w:rFonts w:eastAsia="Calibri"/>
          <w:b/>
          <w:bCs/>
          <w:kern w:val="0"/>
          <w:sz w:val="20"/>
          <w:szCs w:val="20"/>
          <w:lang w:val="en-US"/>
          <w14:ligatures w14:val="none"/>
        </w:rPr>
      </w:pPr>
      <w:r w:rsidRPr="00D16B0C">
        <w:rPr>
          <w:rFonts w:eastAsia="Calibri"/>
          <w:b/>
          <w:bCs/>
          <w:kern w:val="0"/>
          <w:sz w:val="20"/>
          <w:szCs w:val="20"/>
          <w:lang w:val="en-US"/>
          <w14:ligatures w14:val="none"/>
        </w:rPr>
        <w:t>Zeile 5:</w:t>
      </w:r>
    </w:p>
    <w:tbl>
      <w:tblPr>
        <w:tblStyle w:val="Tabellenraster1"/>
        <w:tblW w:w="9335" w:type="dxa"/>
        <w:tblLook w:val="04A0" w:firstRow="1" w:lastRow="0" w:firstColumn="1" w:lastColumn="0" w:noHBand="0" w:noVBand="1"/>
      </w:tblPr>
      <w:tblGrid>
        <w:gridCol w:w="1777"/>
        <w:gridCol w:w="2526"/>
        <w:gridCol w:w="2526"/>
        <w:gridCol w:w="2526"/>
      </w:tblGrid>
      <w:tr w:rsidR="006023B9" w:rsidRPr="00D16B0C" w14:paraId="5362A997" w14:textId="77777777" w:rsidTr="006023B9">
        <w:trPr>
          <w:trHeight w:val="1514"/>
        </w:trPr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A61462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5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268BCBC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5A4BCAC2" wp14:editId="28AE4BD8">
                      <wp:extent cx="1440000" cy="1440000"/>
                      <wp:effectExtent l="0" t="0" r="27305" b="27305"/>
                      <wp:docPr id="1" name="Rechteck: abgerundete Ecke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C000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0346F70D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wortD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  <w:r w:rsidRPr="00D16B0C">
                                    <w:rPr>
                                      <w:rStyle w:val="java1-string1"/>
                                      <w:color w:val="000000"/>
                                    </w:rPr>
                                    <w:t>"</w:t>
                                  </w:r>
                                  <w:r>
                                    <w:t>Apfel</w:t>
                                  </w:r>
                                  <w:r w:rsidRPr="00845CD6">
                                    <w:t>"</w:t>
                                  </w:r>
                                </w:p>
                                <w:p w14:paraId="5480592E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wortE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  <w:r w:rsidRPr="00D16B0C">
                                    <w:rPr>
                                      <w:rStyle w:val="java1-string1"/>
                                      <w:color w:val="000000"/>
                                    </w:rPr>
                                    <w:t>"</w:t>
                                  </w:r>
                                  <w:proofErr w:type="spellStart"/>
                                  <w:r>
                                    <w:t>apple</w:t>
                                  </w:r>
                                  <w:proofErr w:type="spellEnd"/>
                                  <w:r w:rsidRPr="00D16B0C">
                                    <w:rPr>
                                      <w:rStyle w:val="java1-string1"/>
                                      <w:color w:val="000000"/>
                                    </w:rPr>
                                    <w:t>"</w:t>
                                  </w:r>
                                </w:p>
                                <w:p w14:paraId="5AEA210A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>versuche = 0</w:t>
                                  </w:r>
                                </w:p>
                                <w:p w14:paraId="6302599E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>gewusst = falsch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A4BCAC2" id="Rechteck: abgerundete Ecken 1" o:spid="_x0000_s1026" style="width:113.4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" fillcolor="#ffe699" strokecolor="windowText" strokeweight="1pt">
                      <v:stroke joinstyle="miter"/>
                      <v:textbox inset="2mm,1mm,2mm,1mm">
                        <w:txbxContent>
                          <w:p w14:paraId="0346F70D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wortD</w:t>
                            </w:r>
                            <w:proofErr w:type="spellEnd"/>
                            <w:r>
                              <w:t xml:space="preserve"> = </w:t>
                            </w:r>
                            <w:r w:rsidRPr="00D16B0C">
                              <w:rPr>
                                <w:rStyle w:val="java1-string1"/>
                                <w:color w:val="000000"/>
                              </w:rPr>
                              <w:t>"</w:t>
                            </w:r>
                            <w:r>
                              <w:t>Apfel</w:t>
                            </w:r>
                            <w:r w:rsidRPr="00845CD6">
                              <w:t>"</w:t>
                            </w:r>
                          </w:p>
                          <w:p w14:paraId="5480592E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wortE</w:t>
                            </w:r>
                            <w:proofErr w:type="spellEnd"/>
                            <w:r>
                              <w:t xml:space="preserve"> = </w:t>
                            </w:r>
                            <w:r w:rsidRPr="00D16B0C">
                              <w:rPr>
                                <w:rStyle w:val="java1-string1"/>
                                <w:color w:val="000000"/>
                              </w:rPr>
                              <w:t>"</w:t>
                            </w:r>
                            <w:proofErr w:type="spellStart"/>
                            <w:r>
                              <w:t>apple</w:t>
                            </w:r>
                            <w:proofErr w:type="spellEnd"/>
                            <w:r w:rsidRPr="00D16B0C">
                              <w:rPr>
                                <w:rStyle w:val="java1-string1"/>
                                <w:color w:val="000000"/>
                              </w:rPr>
                              <w:t>"</w:t>
                            </w:r>
                          </w:p>
                          <w:p w14:paraId="5AEA210A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>versuche = 0</w:t>
                            </w:r>
                          </w:p>
                          <w:p w14:paraId="6302599E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>gewusst = falsch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26" w:type="dxa"/>
            <w:tcBorders>
              <w:bottom w:val="single" w:sz="4" w:space="0" w:color="auto"/>
            </w:tcBorders>
            <w:vAlign w:val="center"/>
          </w:tcPr>
          <w:p w14:paraId="571D3690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41A06F5E" wp14:editId="42DD3114">
                      <wp:extent cx="1440000" cy="1440000"/>
                      <wp:effectExtent l="0" t="0" r="27305" b="27305"/>
                      <wp:docPr id="3" name="Rechteck: abgerundete Ecken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AD47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5562649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wortD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  <w:r w:rsidRPr="00D16B0C">
                                    <w:rPr>
                                      <w:rStyle w:val="java1-string1"/>
                                      <w:color w:val="000000"/>
                                    </w:rPr>
                                    <w:t>"</w:t>
                                  </w:r>
                                  <w:r>
                                    <w:t>Eule</w:t>
                                  </w:r>
                                  <w:r w:rsidRPr="00845CD6">
                                    <w:t>"</w:t>
                                  </w:r>
                                </w:p>
                                <w:p w14:paraId="15079C8F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wortE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  <w:r w:rsidRPr="00D16B0C">
                                    <w:rPr>
                                      <w:rStyle w:val="java1-string1"/>
                                      <w:color w:val="000000"/>
                                    </w:rPr>
                                    <w:t>"</w:t>
                                  </w:r>
                                  <w:proofErr w:type="spellStart"/>
                                  <w:r>
                                    <w:t>owl</w:t>
                                  </w:r>
                                  <w:proofErr w:type="spellEnd"/>
                                  <w:r w:rsidRPr="00D16B0C">
                                    <w:rPr>
                                      <w:rStyle w:val="java1-string1"/>
                                      <w:color w:val="000000"/>
                                    </w:rPr>
                                    <w:t>"</w:t>
                                  </w:r>
                                </w:p>
                                <w:p w14:paraId="600DCBDA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>versuche = 0</w:t>
                                  </w:r>
                                </w:p>
                                <w:p w14:paraId="0C5242FD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>gewusst = falsch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1A06F5E" id="Rechteck: abgerundete Ecken 3" o:spid="_x0000_s1027" style="width:113.4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" fillcolor="#c5e0b4" strokecolor="windowText" strokeweight="1pt">
                      <v:stroke joinstyle="miter"/>
                      <v:textbox inset="2mm,1mm,2mm,1mm">
                        <w:txbxContent>
                          <w:p w14:paraId="45562649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wortD</w:t>
                            </w:r>
                            <w:proofErr w:type="spellEnd"/>
                            <w:r>
                              <w:t xml:space="preserve"> = </w:t>
                            </w:r>
                            <w:r w:rsidRPr="00D16B0C">
                              <w:rPr>
                                <w:rStyle w:val="java1-string1"/>
                                <w:color w:val="000000"/>
                              </w:rPr>
                              <w:t>"</w:t>
                            </w:r>
                            <w:r>
                              <w:t>Eule</w:t>
                            </w:r>
                            <w:r w:rsidRPr="00845CD6">
                              <w:t>"</w:t>
                            </w:r>
                          </w:p>
                          <w:p w14:paraId="15079C8F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wortE</w:t>
                            </w:r>
                            <w:proofErr w:type="spellEnd"/>
                            <w:r>
                              <w:t xml:space="preserve"> = </w:t>
                            </w:r>
                            <w:r w:rsidRPr="00D16B0C">
                              <w:rPr>
                                <w:rStyle w:val="java1-string1"/>
                                <w:color w:val="000000"/>
                              </w:rPr>
                              <w:t>"</w:t>
                            </w:r>
                            <w:proofErr w:type="spellStart"/>
                            <w:r>
                              <w:t>owl</w:t>
                            </w:r>
                            <w:proofErr w:type="spellEnd"/>
                            <w:r w:rsidRPr="00D16B0C">
                              <w:rPr>
                                <w:rStyle w:val="java1-string1"/>
                                <w:color w:val="000000"/>
                              </w:rPr>
                              <w:t>"</w:t>
                            </w:r>
                          </w:p>
                          <w:p w14:paraId="600DCBDA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>versuche = 0</w:t>
                            </w:r>
                          </w:p>
                          <w:p w14:paraId="0C5242FD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>gewusst = falsch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26" w:type="dxa"/>
            <w:tcBorders>
              <w:bottom w:val="single" w:sz="4" w:space="0" w:color="auto"/>
            </w:tcBorders>
            <w:vAlign w:val="center"/>
          </w:tcPr>
          <w:p w14:paraId="16C309FB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3AB0B47E" wp14:editId="280912A7">
                      <wp:extent cx="1440000" cy="1440000"/>
                      <wp:effectExtent l="0" t="0" r="27305" b="27305"/>
                      <wp:docPr id="4" name="Rechteck: abgerundete Ecke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5B9BD5">
                                  <a:lumMod val="40000"/>
                                  <a:lumOff val="60000"/>
                                </a:srgbClr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683D279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wortD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  <w:r w:rsidRPr="00D16B0C">
                                    <w:rPr>
                                      <w:rStyle w:val="java1-string1"/>
                                      <w:color w:val="000000"/>
                                    </w:rPr>
                                    <w:t>"</w:t>
                                  </w:r>
                                  <w:r>
                                    <w:t>Auto</w:t>
                                  </w:r>
                                  <w:r w:rsidRPr="00845CD6">
                                    <w:t>"</w:t>
                                  </w:r>
                                </w:p>
                                <w:p w14:paraId="2A2E34F0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wortE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  <w:r w:rsidRPr="00D16B0C">
                                    <w:rPr>
                                      <w:rStyle w:val="java1-string1"/>
                                      <w:color w:val="000000"/>
                                    </w:rPr>
                                    <w:t>"</w:t>
                                  </w:r>
                                  <w:proofErr w:type="spellStart"/>
                                  <w:r>
                                    <w:t>car</w:t>
                                  </w:r>
                                  <w:proofErr w:type="spellEnd"/>
                                  <w:r w:rsidRPr="00D16B0C">
                                    <w:rPr>
                                      <w:rStyle w:val="java1-string1"/>
                                      <w:color w:val="000000"/>
                                    </w:rPr>
                                    <w:t>"</w:t>
                                  </w:r>
                                </w:p>
                                <w:p w14:paraId="49B1B1E1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>versuche = 0</w:t>
                                  </w:r>
                                </w:p>
                                <w:p w14:paraId="4101E4A6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>gewusst = falsch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AB0B47E" id="Rechteck: abgerundete Ecken 4" o:spid="_x0000_s1028" style="width:113.4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" fillcolor="#bdd7ee" strokecolor="windowText" strokeweight="1pt">
                      <v:stroke joinstyle="miter"/>
                      <v:textbox inset="2mm,1mm,2mm,1mm">
                        <w:txbxContent>
                          <w:p w14:paraId="2683D279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wortD</w:t>
                            </w:r>
                            <w:proofErr w:type="spellEnd"/>
                            <w:r>
                              <w:t xml:space="preserve"> = </w:t>
                            </w:r>
                            <w:r w:rsidRPr="00D16B0C">
                              <w:rPr>
                                <w:rStyle w:val="java1-string1"/>
                                <w:color w:val="000000"/>
                              </w:rPr>
                              <w:t>"</w:t>
                            </w:r>
                            <w:r>
                              <w:t>Auto</w:t>
                            </w:r>
                            <w:r w:rsidRPr="00845CD6">
                              <w:t>"</w:t>
                            </w:r>
                          </w:p>
                          <w:p w14:paraId="2A2E34F0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wortE</w:t>
                            </w:r>
                            <w:proofErr w:type="spellEnd"/>
                            <w:r>
                              <w:t xml:space="preserve"> = </w:t>
                            </w:r>
                            <w:r w:rsidRPr="00D16B0C">
                              <w:rPr>
                                <w:rStyle w:val="java1-string1"/>
                                <w:color w:val="000000"/>
                              </w:rPr>
                              <w:t>"</w:t>
                            </w:r>
                            <w:proofErr w:type="spellStart"/>
                            <w:r>
                              <w:t>car</w:t>
                            </w:r>
                            <w:proofErr w:type="spellEnd"/>
                            <w:r w:rsidRPr="00D16B0C">
                              <w:rPr>
                                <w:rStyle w:val="java1-string1"/>
                                <w:color w:val="000000"/>
                              </w:rPr>
                              <w:t>"</w:t>
                            </w:r>
                          </w:p>
                          <w:p w14:paraId="49B1B1E1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>versuche = 0</w:t>
                            </w:r>
                          </w:p>
                          <w:p w14:paraId="4101E4A6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>gewusst = falsch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6023B9" w:rsidRPr="00D16B0C" w14:paraId="51A82393" w14:textId="77777777" w:rsidTr="006023B9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B10E3AB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proofErr w:type="spellStart"/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meineVokabeln</w:t>
            </w:r>
            <w:proofErr w:type="spellEnd"/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ADA7C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0</w:t>
            </w:r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9C85D7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C744D3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2</w:t>
            </w:r>
          </w:p>
        </w:tc>
      </w:tr>
      <w:bookmarkEnd w:id="0"/>
    </w:tbl>
    <w:p w14:paraId="3A699ED6" w14:textId="77777777" w:rsidR="006023B9" w:rsidRPr="00D16B0C" w:rsidRDefault="006023B9" w:rsidP="006023B9">
      <w:pPr>
        <w:spacing w:after="0"/>
        <w:contextualSpacing/>
        <w:rPr>
          <w:rFonts w:ascii="Courier New" w:eastAsia="Calibri" w:hAnsi="Courier New" w:cs="Courier New"/>
          <w:kern w:val="0"/>
          <w:sz w:val="20"/>
          <w:szCs w:val="20"/>
          <w:lang w:val="en-US"/>
          <w14:ligatures w14:val="none"/>
        </w:rPr>
      </w:pPr>
    </w:p>
    <w:p w14:paraId="00FF48D2" w14:textId="77777777" w:rsidR="006023B9" w:rsidRPr="00D16B0C" w:rsidRDefault="006023B9" w:rsidP="006023B9">
      <w:pPr>
        <w:spacing w:after="0"/>
        <w:contextualSpacing/>
        <w:rPr>
          <w:rFonts w:eastAsia="Calibri"/>
          <w:b/>
          <w:bCs/>
          <w:kern w:val="0"/>
          <w:sz w:val="20"/>
          <w:szCs w:val="20"/>
          <w:lang w:val="en-US"/>
          <w14:ligatures w14:val="none"/>
        </w:rPr>
      </w:pPr>
      <w:r w:rsidRPr="00D16B0C">
        <w:rPr>
          <w:rFonts w:eastAsia="Calibri"/>
          <w:b/>
          <w:bCs/>
          <w:kern w:val="0"/>
          <w:sz w:val="20"/>
          <w:szCs w:val="20"/>
          <w:lang w:val="en-US"/>
          <w14:ligatures w14:val="none"/>
        </w:rPr>
        <w:t>Zeile 8:</w:t>
      </w:r>
    </w:p>
    <w:tbl>
      <w:tblPr>
        <w:tblStyle w:val="Tabellenraster1"/>
        <w:tblW w:w="9335" w:type="dxa"/>
        <w:tblLook w:val="04A0" w:firstRow="1" w:lastRow="0" w:firstColumn="1" w:lastColumn="0" w:noHBand="0" w:noVBand="1"/>
      </w:tblPr>
      <w:tblGrid>
        <w:gridCol w:w="1777"/>
        <w:gridCol w:w="2526"/>
        <w:gridCol w:w="2526"/>
        <w:gridCol w:w="2526"/>
      </w:tblGrid>
      <w:tr w:rsidR="006023B9" w:rsidRPr="00D16B0C" w14:paraId="63429D29" w14:textId="77777777" w:rsidTr="006023B9">
        <w:trPr>
          <w:trHeight w:val="1514"/>
        </w:trPr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9941EE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52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8336A7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7F1D5214" wp14:editId="22E2B910">
                      <wp:extent cx="1440000" cy="1440000"/>
                      <wp:effectExtent l="0" t="0" r="27305" b="27305"/>
                      <wp:docPr id="5" name="Rechteck: abgerundete Ecken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A531439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wortD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003B94EC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wortE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08CCC1EB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versuche = </w:t>
                                  </w:r>
                                </w:p>
                                <w:p w14:paraId="32381B98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gewusst =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F1D5214" id="Rechteck: abgerundete Ecken 5" o:spid="_x0000_s1029" style="width:113.4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" filled="f" strokecolor="windowText" strokeweight="1pt">
                      <v:stroke joinstyle="miter"/>
                      <v:textbox inset="2mm,1mm,2mm,1mm">
                        <w:txbxContent>
                          <w:p w14:paraId="1A531439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wortD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003B94EC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wortE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08CCC1EB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versuche = </w:t>
                            </w:r>
                          </w:p>
                          <w:p w14:paraId="32381B98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gewusst = 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26" w:type="dxa"/>
            <w:tcBorders>
              <w:bottom w:val="single" w:sz="4" w:space="0" w:color="auto"/>
            </w:tcBorders>
            <w:vAlign w:val="center"/>
          </w:tcPr>
          <w:p w14:paraId="0AD49F41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6EE24E96" wp14:editId="7AEDBE09">
                      <wp:extent cx="1440000" cy="1440000"/>
                      <wp:effectExtent l="0" t="0" r="27305" b="27305"/>
                      <wp:docPr id="6" name="Rechteck: abgerundete Ecken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3D2674A3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wortD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07557207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wortE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74041DBA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versuche = </w:t>
                                  </w:r>
                                </w:p>
                                <w:p w14:paraId="5CF568B2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gewusst =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EE24E96" id="Rechteck: abgerundete Ecken 6" o:spid="_x0000_s1030" style="width:113.4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" filled="f" strokecolor="windowText" strokeweight="1pt">
                      <v:stroke joinstyle="miter"/>
                      <v:textbox inset="2mm,1mm,2mm,1mm">
                        <w:txbxContent>
                          <w:p w14:paraId="3D2674A3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wortD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07557207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wortE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74041DBA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versuche = </w:t>
                            </w:r>
                          </w:p>
                          <w:p w14:paraId="5CF568B2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gewusst = 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26" w:type="dxa"/>
            <w:tcBorders>
              <w:bottom w:val="single" w:sz="4" w:space="0" w:color="auto"/>
            </w:tcBorders>
            <w:vAlign w:val="center"/>
          </w:tcPr>
          <w:p w14:paraId="19EE3A63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0DA04EB1" wp14:editId="59F793AC">
                      <wp:extent cx="1440000" cy="1440000"/>
                      <wp:effectExtent l="0" t="0" r="27305" b="27305"/>
                      <wp:docPr id="7" name="Rechteck: abgerundete Ecke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1C575430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wortD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5D457B0B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wortE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4D8E4B62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versuche = </w:t>
                                  </w:r>
                                </w:p>
                                <w:p w14:paraId="66EEC824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gewusst =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DA04EB1" id="Rechteck: abgerundete Ecken 7" o:spid="_x0000_s1031" style="width:113.4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" filled="f" strokecolor="windowText" strokeweight="1pt">
                      <v:stroke joinstyle="miter"/>
                      <v:textbox inset="2mm,1mm,2mm,1mm">
                        <w:txbxContent>
                          <w:p w14:paraId="1C575430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wortD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5D457B0B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wortE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4D8E4B62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versuche = </w:t>
                            </w:r>
                          </w:p>
                          <w:p w14:paraId="66EEC824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gewusst = 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6023B9" w:rsidRPr="00D16B0C" w14:paraId="052ADB78" w14:textId="77777777" w:rsidTr="006023B9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D942CC0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proofErr w:type="spellStart"/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meineVokabeln</w:t>
            </w:r>
            <w:proofErr w:type="spellEnd"/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858916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0</w:t>
            </w:r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5E8C17A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25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530670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2</w:t>
            </w:r>
          </w:p>
        </w:tc>
      </w:tr>
    </w:tbl>
    <w:p w14:paraId="583249D5" w14:textId="77777777" w:rsidR="006023B9" w:rsidRPr="00D16B0C" w:rsidRDefault="006023B9" w:rsidP="006023B9">
      <w:pPr>
        <w:spacing w:after="0"/>
        <w:contextualSpacing/>
        <w:rPr>
          <w:rFonts w:ascii="Courier New" w:eastAsia="Calibri" w:hAnsi="Courier New" w:cs="Courier New"/>
          <w:kern w:val="0"/>
          <w:sz w:val="20"/>
          <w:szCs w:val="20"/>
          <w:lang w:val="en-US"/>
          <w14:ligatures w14:val="none"/>
        </w:rPr>
      </w:pPr>
    </w:p>
    <w:p w14:paraId="1C4755E9" w14:textId="77777777" w:rsidR="006023B9" w:rsidRPr="00D16B0C" w:rsidRDefault="006023B9" w:rsidP="006023B9">
      <w:pPr>
        <w:spacing w:after="0"/>
        <w:rPr>
          <w:rFonts w:eastAsia="Calibri"/>
          <w:b/>
          <w:bCs/>
          <w:kern w:val="0"/>
          <w:sz w:val="20"/>
          <w:szCs w:val="20"/>
          <w:lang w:val="en-US"/>
          <w14:ligatures w14:val="none"/>
        </w:rPr>
      </w:pPr>
      <w:r w:rsidRPr="00D16B0C">
        <w:rPr>
          <w:rFonts w:eastAsia="Calibri"/>
          <w:b/>
          <w:bCs/>
          <w:kern w:val="0"/>
          <w:sz w:val="20"/>
          <w:szCs w:val="20"/>
          <w:lang w:val="en-US"/>
          <w14:ligatures w14:val="none"/>
        </w:rPr>
        <w:t>Zeile 10:</w:t>
      </w:r>
    </w:p>
    <w:tbl>
      <w:tblPr>
        <w:tblStyle w:val="Tabellenraster1"/>
        <w:tblW w:w="9101" w:type="dxa"/>
        <w:tblLook w:val="04A0" w:firstRow="1" w:lastRow="0" w:firstColumn="1" w:lastColumn="0" w:noHBand="0" w:noVBand="1"/>
      </w:tblPr>
      <w:tblGrid>
        <w:gridCol w:w="1777"/>
        <w:gridCol w:w="2526"/>
        <w:gridCol w:w="2526"/>
        <w:gridCol w:w="2526"/>
      </w:tblGrid>
      <w:tr w:rsidR="006023B9" w:rsidRPr="00D16B0C" w14:paraId="1C83FA25" w14:textId="77777777" w:rsidTr="006023B9">
        <w:trPr>
          <w:trHeight w:val="1514"/>
        </w:trPr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B783D6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4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649B1C9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09E9103E" wp14:editId="4D20DD6F">
                      <wp:extent cx="1440000" cy="1440000"/>
                      <wp:effectExtent l="0" t="0" r="27305" b="27305"/>
                      <wp:docPr id="19" name="Rechteck: abgerundete Ecken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980B308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wortD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59612D12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wortE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000AEC6D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versuche = </w:t>
                                  </w:r>
                                </w:p>
                                <w:p w14:paraId="3E1CBFC1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gewusst =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9E9103E" id="Rechteck: abgerundete Ecken 19" o:spid="_x0000_s1032" style="width:113.4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" filled="f" strokecolor="windowText" strokeweight="1pt">
                      <v:stroke joinstyle="miter"/>
                      <v:textbox inset="2mm,1mm,2mm,1mm">
                        <w:txbxContent>
                          <w:p w14:paraId="7980B308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wortD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59612D12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wortE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000AEC6D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versuche = </w:t>
                            </w:r>
                          </w:p>
                          <w:p w14:paraId="3E1CBFC1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gewusst = 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14:paraId="64364E66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00DBCD09" wp14:editId="0B55805B">
                      <wp:extent cx="1440000" cy="1440000"/>
                      <wp:effectExtent l="0" t="0" r="27305" b="27305"/>
                      <wp:docPr id="9" name="Rechteck: abgerundete Ecke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2A8FFF31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wortD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713DD709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wortE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6C6F651C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versuche = </w:t>
                                  </w:r>
                                </w:p>
                                <w:p w14:paraId="0886D24B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gewusst =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0DBCD09" id="Rechteck: abgerundete Ecken 9" o:spid="_x0000_s1033" style="width:113.4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" filled="f" strokecolor="windowText" strokeweight="1pt">
                      <v:stroke joinstyle="miter"/>
                      <v:textbox inset="2mm,1mm,2mm,1mm">
                        <w:txbxContent>
                          <w:p w14:paraId="2A8FFF31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wortD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713DD709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wortE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6C6F651C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versuche = </w:t>
                            </w:r>
                          </w:p>
                          <w:p w14:paraId="0886D24B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gewusst = 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14:paraId="126A8BDB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6A29CB5E" wp14:editId="606BD636">
                      <wp:extent cx="1440000" cy="1440000"/>
                      <wp:effectExtent l="0" t="0" r="27305" b="27305"/>
                      <wp:docPr id="18" name="Rechteck: abgerundete Ecken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B87840C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wortD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48E1A823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wortE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13FC1039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versuche = </w:t>
                                  </w:r>
                                </w:p>
                                <w:p w14:paraId="48071573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gewusst =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A29CB5E" id="Rechteck: abgerundete Ecken 18" o:spid="_x0000_s1034" style="width:113.4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" filled="f" strokecolor="windowText" strokeweight="1pt">
                      <v:stroke joinstyle="miter"/>
                      <v:textbox inset="2mm,1mm,2mm,1mm">
                        <w:txbxContent>
                          <w:p w14:paraId="6B87840C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wortD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48E1A823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wortE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13FC1039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versuche = </w:t>
                            </w:r>
                          </w:p>
                          <w:p w14:paraId="48071573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gewusst = 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6023B9" w:rsidRPr="00D16B0C" w14:paraId="68EDCDAF" w14:textId="77777777" w:rsidTr="006023B9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0E203004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proofErr w:type="spellStart"/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meineVokabeln</w:t>
            </w:r>
            <w:proofErr w:type="spellEnd"/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DEC360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0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F9FD04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6C2C56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2</w:t>
            </w:r>
          </w:p>
        </w:tc>
      </w:tr>
    </w:tbl>
    <w:p w14:paraId="05F8A8E4" w14:textId="77777777" w:rsidR="006023B9" w:rsidRPr="00D16B0C" w:rsidRDefault="006023B9" w:rsidP="006023B9">
      <w:pPr>
        <w:spacing w:after="0"/>
        <w:contextualSpacing/>
        <w:rPr>
          <w:rFonts w:ascii="Courier New" w:eastAsia="Calibri" w:hAnsi="Courier New" w:cs="Courier New"/>
          <w:kern w:val="0"/>
          <w:sz w:val="20"/>
          <w:szCs w:val="20"/>
          <w:lang w:val="en-US"/>
          <w14:ligatures w14:val="none"/>
        </w:rPr>
      </w:pPr>
    </w:p>
    <w:p w14:paraId="2F73DF0A" w14:textId="77777777" w:rsidR="006023B9" w:rsidRPr="00D16B0C" w:rsidRDefault="006023B9" w:rsidP="006023B9">
      <w:pPr>
        <w:spacing w:after="0"/>
        <w:contextualSpacing/>
        <w:rPr>
          <w:rFonts w:eastAsia="Calibri"/>
          <w:b/>
          <w:bCs/>
          <w:kern w:val="0"/>
          <w:sz w:val="20"/>
          <w:szCs w:val="20"/>
          <w:lang w:val="en-US"/>
          <w14:ligatures w14:val="none"/>
        </w:rPr>
      </w:pPr>
      <w:r w:rsidRPr="00D16B0C">
        <w:rPr>
          <w:rFonts w:eastAsia="Calibri"/>
          <w:b/>
          <w:bCs/>
          <w:kern w:val="0"/>
          <w:sz w:val="20"/>
          <w:szCs w:val="20"/>
          <w:lang w:val="en-US"/>
          <w14:ligatures w14:val="none"/>
        </w:rPr>
        <w:t>Zeile 12:</w:t>
      </w:r>
    </w:p>
    <w:tbl>
      <w:tblPr>
        <w:tblStyle w:val="Tabellenraster1"/>
        <w:tblW w:w="9101" w:type="dxa"/>
        <w:tblLook w:val="04A0" w:firstRow="1" w:lastRow="0" w:firstColumn="1" w:lastColumn="0" w:noHBand="0" w:noVBand="1"/>
      </w:tblPr>
      <w:tblGrid>
        <w:gridCol w:w="1777"/>
        <w:gridCol w:w="2526"/>
        <w:gridCol w:w="2526"/>
        <w:gridCol w:w="2526"/>
      </w:tblGrid>
      <w:tr w:rsidR="006023B9" w:rsidRPr="00D16B0C" w14:paraId="510E194A" w14:textId="77777777" w:rsidTr="006023B9">
        <w:trPr>
          <w:trHeight w:val="1514"/>
        </w:trPr>
        <w:tc>
          <w:tcPr>
            <w:tcW w:w="175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403C8E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</w:pPr>
          </w:p>
        </w:tc>
        <w:tc>
          <w:tcPr>
            <w:tcW w:w="244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A5FD6B9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2405BDEB" wp14:editId="0B53B438">
                      <wp:extent cx="1440000" cy="1440000"/>
                      <wp:effectExtent l="0" t="0" r="27305" b="27305"/>
                      <wp:docPr id="21" name="Rechteck: abgerundete Ecken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6196822B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wortD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660C9E2F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wortE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0D1D66DD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versuche = </w:t>
                                  </w:r>
                                </w:p>
                                <w:p w14:paraId="3BFFF471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gewusst =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405BDEB" id="Rechteck: abgerundete Ecken 21" o:spid="_x0000_s1035" style="width:113.4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" filled="f" strokecolor="windowText" strokeweight="1pt">
                      <v:stroke joinstyle="miter"/>
                      <v:textbox inset="2mm,1mm,2mm,1mm">
                        <w:txbxContent>
                          <w:p w14:paraId="6196822B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wortD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660C9E2F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wortE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0D1D66DD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versuche = </w:t>
                            </w:r>
                          </w:p>
                          <w:p w14:paraId="3BFFF471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gewusst = 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14:paraId="09BD4775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253585A3" wp14:editId="11548806">
                      <wp:extent cx="1440000" cy="1440000"/>
                      <wp:effectExtent l="0" t="0" r="27305" b="27305"/>
                      <wp:docPr id="22" name="Rechteck: abgerundete Ecken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7F555DCC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wortD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08FC6A60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wortE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5689A3BD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versuche = </w:t>
                                  </w:r>
                                </w:p>
                                <w:p w14:paraId="795B72B5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gewusst =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53585A3" id="Rechteck: abgerundete Ecken 22" o:spid="_x0000_s1036" style="width:113.4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" filled="f" strokecolor="windowText" strokeweight="1pt">
                      <v:stroke joinstyle="miter"/>
                      <v:textbox inset="2mm,1mm,2mm,1mm">
                        <w:txbxContent>
                          <w:p w14:paraId="7F555DCC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wortD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08FC6A60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wortE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5689A3BD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versuche = </w:t>
                            </w:r>
                          </w:p>
                          <w:p w14:paraId="795B72B5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gewusst = 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48" w:type="dxa"/>
            <w:tcBorders>
              <w:bottom w:val="single" w:sz="4" w:space="0" w:color="auto"/>
            </w:tcBorders>
            <w:vAlign w:val="center"/>
          </w:tcPr>
          <w:p w14:paraId="3D6B1B96" w14:textId="77777777" w:rsidR="006023B9" w:rsidRPr="00D16B0C" w:rsidRDefault="006023B9" w:rsidP="00667AB1">
            <w:pPr>
              <w:contextualSpacing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noProof/>
                <w:sz w:val="20"/>
                <w:szCs w:val="20"/>
                <w:lang w:val="en-US"/>
              </w:rPr>
              <mc:AlternateContent>
                <mc:Choice Requires="wps">
                  <w:drawing>
                    <wp:inline distT="0" distB="0" distL="0" distR="0" wp14:anchorId="72F2FE6E" wp14:editId="6F17C143">
                      <wp:extent cx="1440000" cy="1440000"/>
                      <wp:effectExtent l="0" t="0" r="27305" b="27305"/>
                      <wp:docPr id="23" name="Rechteck: abgerundete Ecken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0000" cy="144000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14:paraId="45612441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wortD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3AB8A622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proofErr w:type="spellStart"/>
                                  <w:r>
                                    <w:t>wortE</w:t>
                                  </w:r>
                                  <w:proofErr w:type="spellEnd"/>
                                  <w:r>
                                    <w:t xml:space="preserve"> = </w:t>
                                  </w:r>
                                </w:p>
                                <w:p w14:paraId="58CA3BFE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versuche = </w:t>
                                  </w:r>
                                </w:p>
                                <w:p w14:paraId="616C70B7" w14:textId="77777777" w:rsidR="006023B9" w:rsidRDefault="006023B9" w:rsidP="006023B9">
                                  <w:pPr>
                                    <w:spacing w:after="0" w:line="480" w:lineRule="auto"/>
                                  </w:pPr>
                                  <w:r>
                                    <w:t xml:space="preserve">gewusst =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72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2F2FE6E" id="Rechteck: abgerundete Ecken 23" o:spid="_x0000_s1037" style="width:113.4pt;height:11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" filled="f" strokecolor="windowText" strokeweight="1pt">
                      <v:stroke joinstyle="miter"/>
                      <v:textbox inset="2mm,1mm,2mm,1mm">
                        <w:txbxContent>
                          <w:p w14:paraId="45612441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wortD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3AB8A622" w14:textId="77777777" w:rsidR="006023B9" w:rsidRDefault="006023B9" w:rsidP="006023B9">
                            <w:pPr>
                              <w:spacing w:after="0" w:line="480" w:lineRule="auto"/>
                            </w:pPr>
                            <w:proofErr w:type="spellStart"/>
                            <w:r>
                              <w:t>wortE</w:t>
                            </w:r>
                            <w:proofErr w:type="spellEnd"/>
                            <w:r>
                              <w:t xml:space="preserve"> = </w:t>
                            </w:r>
                          </w:p>
                          <w:p w14:paraId="58CA3BFE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versuche = </w:t>
                            </w:r>
                          </w:p>
                          <w:p w14:paraId="616C70B7" w14:textId="77777777" w:rsidR="006023B9" w:rsidRDefault="006023B9" w:rsidP="006023B9">
                            <w:pPr>
                              <w:spacing w:after="0" w:line="480" w:lineRule="auto"/>
                            </w:pPr>
                            <w:r>
                              <w:t xml:space="preserve">gewusst = 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6023B9" w:rsidRPr="00D16B0C" w14:paraId="7CA4113B" w14:textId="77777777" w:rsidTr="006023B9">
        <w:tc>
          <w:tcPr>
            <w:tcW w:w="1757" w:type="dxa"/>
            <w:tcBorders>
              <w:top w:val="nil"/>
              <w:left w:val="nil"/>
              <w:bottom w:val="nil"/>
              <w:right w:val="nil"/>
            </w:tcBorders>
          </w:tcPr>
          <w:p w14:paraId="24ED16E2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proofErr w:type="spellStart"/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meineVokabeln</w:t>
            </w:r>
            <w:proofErr w:type="spellEnd"/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939E44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0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2B5917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059EA6" w14:textId="77777777" w:rsidR="006023B9" w:rsidRPr="00D16B0C" w:rsidRDefault="006023B9" w:rsidP="00667AB1">
            <w:pPr>
              <w:contextualSpacing/>
              <w:jc w:val="center"/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</w:pPr>
            <w:r w:rsidRPr="00D16B0C">
              <w:rPr>
                <w:rFonts w:ascii="Courier New" w:eastAsia="Calibri" w:hAnsi="Courier New" w:cs="Courier New"/>
                <w:sz w:val="20"/>
                <w:szCs w:val="20"/>
                <w:lang w:val="en-US"/>
              </w:rPr>
              <w:t>2</w:t>
            </w:r>
          </w:p>
        </w:tc>
      </w:tr>
    </w:tbl>
    <w:p w14:paraId="14D95583" w14:textId="77777777" w:rsidR="00970575" w:rsidRDefault="00970575"/>
    <w:sectPr w:rsidR="00970575" w:rsidSect="003179DB">
      <w:headerReference w:type="default" r:id="rId8"/>
      <w:footerReference w:type="default" r:id="rId9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18339" w14:textId="77777777" w:rsidR="00FA35E0" w:rsidRDefault="00FA35E0" w:rsidP="006D1346">
      <w:pPr>
        <w:spacing w:after="0" w:line="240" w:lineRule="auto"/>
      </w:pPr>
      <w:r>
        <w:separator/>
      </w:r>
    </w:p>
  </w:endnote>
  <w:endnote w:type="continuationSeparator" w:id="0">
    <w:p w14:paraId="4EED9C3C" w14:textId="77777777" w:rsidR="00FA35E0" w:rsidRDefault="00FA35E0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E8345" w14:textId="28B9D786" w:rsidR="004850AB" w:rsidRPr="007E2D0D" w:rsidRDefault="001F622A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DB4ED4F" wp14:editId="2CF6E1CD">
          <wp:simplePos x="0" y="0"/>
          <wp:positionH relativeFrom="margin">
            <wp:align>left</wp:align>
          </wp:positionH>
          <wp:positionV relativeFrom="paragraph">
            <wp:posOffset>-116696</wp:posOffset>
          </wp:positionV>
          <wp:extent cx="838200" cy="291465"/>
          <wp:effectExtent l="0" t="0" r="0" b="0"/>
          <wp:wrapSquare wrapText="bothSides"/>
          <wp:docPr id="211" name="Grafik 2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" name="Grafik 2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2915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7E2D0D">
      <w:rPr>
        <w:color w:val="808080" w:themeColor="background1" w:themeShade="80"/>
        <w:sz w:val="20"/>
        <w:szCs w:val="20"/>
      </w:rPr>
      <w:t xml:space="preserve">Ylva Brandt, Stand: </w:t>
    </w:r>
    <w:r w:rsidR="006023B9">
      <w:rPr>
        <w:color w:val="808080" w:themeColor="background1" w:themeShade="80"/>
        <w:sz w:val="20"/>
        <w:szCs w:val="20"/>
      </w:rPr>
      <w:t>Mai 2025</w:t>
    </w:r>
    <w:r w:rsidRPr="007E2D0D">
      <w:rPr>
        <w:color w:val="808080" w:themeColor="background1" w:themeShade="80"/>
        <w:sz w:val="20"/>
        <w:szCs w:val="20"/>
      </w:rPr>
      <w:tab/>
    </w:r>
    <w:r w:rsidRPr="007E2D0D">
      <w:rPr>
        <w:color w:val="808080" w:themeColor="background1" w:themeShade="80"/>
        <w:sz w:val="20"/>
        <w:szCs w:val="20"/>
      </w:rPr>
      <w:fldChar w:fldCharType="begin"/>
    </w:r>
    <w:r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Pr="007E2D0D">
      <w:rPr>
        <w:color w:val="808080" w:themeColor="background1" w:themeShade="80"/>
        <w:sz w:val="20"/>
        <w:szCs w:val="20"/>
      </w:rPr>
      <w:fldChar w:fldCharType="separate"/>
    </w:r>
    <w:r w:rsidRPr="007E2D0D">
      <w:rPr>
        <w:noProof/>
        <w:color w:val="808080" w:themeColor="background1" w:themeShade="80"/>
        <w:sz w:val="20"/>
        <w:szCs w:val="20"/>
      </w:rPr>
      <w:t>1</w:t>
    </w:r>
    <w:r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BFB7DD" w14:textId="77777777" w:rsidR="00FA35E0" w:rsidRDefault="00FA35E0" w:rsidP="006D1346">
      <w:pPr>
        <w:spacing w:after="0" w:line="240" w:lineRule="auto"/>
      </w:pPr>
      <w:r>
        <w:separator/>
      </w:r>
    </w:p>
  </w:footnote>
  <w:footnote w:type="continuationSeparator" w:id="0">
    <w:p w14:paraId="1556DC6D" w14:textId="77777777" w:rsidR="00FA35E0" w:rsidRDefault="00FA35E0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3ADF7" w14:textId="77777777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E1BEFDD" wp14:editId="30CDAEBA">
          <wp:simplePos x="0" y="0"/>
          <wp:positionH relativeFrom="margin">
            <wp:align>right</wp:align>
          </wp:positionH>
          <wp:positionV relativeFrom="paragraph">
            <wp:posOffset>7620</wp:posOffset>
          </wp:positionV>
          <wp:extent cx="10692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2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AA432E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7AD31E1"/>
    <w:multiLevelType w:val="hybridMultilevel"/>
    <w:tmpl w:val="4DB6B046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122763">
    <w:abstractNumId w:val="14"/>
  </w:num>
  <w:num w:numId="2" w16cid:durableId="2008894903">
    <w:abstractNumId w:val="18"/>
  </w:num>
  <w:num w:numId="3" w16cid:durableId="962660068">
    <w:abstractNumId w:val="4"/>
  </w:num>
  <w:num w:numId="4" w16cid:durableId="2044865211">
    <w:abstractNumId w:val="16"/>
  </w:num>
  <w:num w:numId="5" w16cid:durableId="1289123073">
    <w:abstractNumId w:val="21"/>
  </w:num>
  <w:num w:numId="6" w16cid:durableId="1363826152">
    <w:abstractNumId w:val="19"/>
  </w:num>
  <w:num w:numId="7" w16cid:durableId="1409157536">
    <w:abstractNumId w:val="12"/>
  </w:num>
  <w:num w:numId="8" w16cid:durableId="1766027126">
    <w:abstractNumId w:val="10"/>
  </w:num>
  <w:num w:numId="9" w16cid:durableId="2115979086">
    <w:abstractNumId w:val="0"/>
  </w:num>
  <w:num w:numId="10" w16cid:durableId="1218318656">
    <w:abstractNumId w:val="9"/>
  </w:num>
  <w:num w:numId="11" w16cid:durableId="530916682">
    <w:abstractNumId w:val="2"/>
  </w:num>
  <w:num w:numId="12" w16cid:durableId="202404238">
    <w:abstractNumId w:val="17"/>
  </w:num>
  <w:num w:numId="13" w16cid:durableId="1996494684">
    <w:abstractNumId w:val="1"/>
  </w:num>
  <w:num w:numId="14" w16cid:durableId="801966455">
    <w:abstractNumId w:val="6"/>
  </w:num>
  <w:num w:numId="15" w16cid:durableId="1403135452">
    <w:abstractNumId w:val="7"/>
  </w:num>
  <w:num w:numId="16" w16cid:durableId="2052879067">
    <w:abstractNumId w:val="11"/>
  </w:num>
  <w:num w:numId="17" w16cid:durableId="1079449213">
    <w:abstractNumId w:val="8"/>
  </w:num>
  <w:num w:numId="18" w16cid:durableId="1482307586">
    <w:abstractNumId w:val="5"/>
  </w:num>
  <w:num w:numId="19" w16cid:durableId="2061393085">
    <w:abstractNumId w:val="3"/>
  </w:num>
  <w:num w:numId="20" w16cid:durableId="730927153">
    <w:abstractNumId w:val="20"/>
  </w:num>
  <w:num w:numId="21" w16cid:durableId="1807232801">
    <w:abstractNumId w:val="13"/>
  </w:num>
  <w:num w:numId="22" w16cid:durableId="1173029178">
    <w:abstractNumId w:val="14"/>
    <w:lvlOverride w:ilvl="0">
      <w:startOverride w:val="1"/>
    </w:lvlOverride>
  </w:num>
  <w:num w:numId="23" w16cid:durableId="969676715">
    <w:abstractNumId w:val="14"/>
    <w:lvlOverride w:ilvl="0">
      <w:startOverride w:val="1"/>
    </w:lvlOverride>
  </w:num>
  <w:num w:numId="24" w16cid:durableId="1335643907">
    <w:abstractNumId w:val="14"/>
    <w:lvlOverride w:ilvl="0">
      <w:startOverride w:val="1"/>
    </w:lvlOverride>
  </w:num>
  <w:num w:numId="25" w16cid:durableId="760686677">
    <w:abstractNumId w:val="14"/>
    <w:lvlOverride w:ilvl="0">
      <w:startOverride w:val="1"/>
    </w:lvlOverride>
  </w:num>
  <w:num w:numId="26" w16cid:durableId="1023887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3B9"/>
    <w:rsid w:val="0000775F"/>
    <w:rsid w:val="000127AC"/>
    <w:rsid w:val="00017751"/>
    <w:rsid w:val="00026157"/>
    <w:rsid w:val="00071419"/>
    <w:rsid w:val="00072ED2"/>
    <w:rsid w:val="00087065"/>
    <w:rsid w:val="000A7494"/>
    <w:rsid w:val="00126D3F"/>
    <w:rsid w:val="00186A5F"/>
    <w:rsid w:val="001C2D07"/>
    <w:rsid w:val="001F622A"/>
    <w:rsid w:val="00221D86"/>
    <w:rsid w:val="00244639"/>
    <w:rsid w:val="00264EA1"/>
    <w:rsid w:val="003179DB"/>
    <w:rsid w:val="00330DB0"/>
    <w:rsid w:val="0033117C"/>
    <w:rsid w:val="00334221"/>
    <w:rsid w:val="00381B15"/>
    <w:rsid w:val="003906DC"/>
    <w:rsid w:val="003B7431"/>
    <w:rsid w:val="003E4F79"/>
    <w:rsid w:val="003F45B4"/>
    <w:rsid w:val="003F5E3B"/>
    <w:rsid w:val="00412C43"/>
    <w:rsid w:val="00415B86"/>
    <w:rsid w:val="0042385F"/>
    <w:rsid w:val="00445135"/>
    <w:rsid w:val="004850AB"/>
    <w:rsid w:val="00494093"/>
    <w:rsid w:val="004B0D19"/>
    <w:rsid w:val="004B35A7"/>
    <w:rsid w:val="004C259A"/>
    <w:rsid w:val="004F1042"/>
    <w:rsid w:val="00554E24"/>
    <w:rsid w:val="005E301E"/>
    <w:rsid w:val="005E5D30"/>
    <w:rsid w:val="005F6623"/>
    <w:rsid w:val="00600140"/>
    <w:rsid w:val="006023B9"/>
    <w:rsid w:val="0063498A"/>
    <w:rsid w:val="006464A2"/>
    <w:rsid w:val="00660AA5"/>
    <w:rsid w:val="00693FB8"/>
    <w:rsid w:val="006B2673"/>
    <w:rsid w:val="006B39C8"/>
    <w:rsid w:val="006D1346"/>
    <w:rsid w:val="006D2CB4"/>
    <w:rsid w:val="006E07FD"/>
    <w:rsid w:val="006F44AA"/>
    <w:rsid w:val="00725A4D"/>
    <w:rsid w:val="0074626D"/>
    <w:rsid w:val="007674A3"/>
    <w:rsid w:val="00767591"/>
    <w:rsid w:val="0078342D"/>
    <w:rsid w:val="00793006"/>
    <w:rsid w:val="007D022E"/>
    <w:rsid w:val="007D72BF"/>
    <w:rsid w:val="007E2D0D"/>
    <w:rsid w:val="00844EA0"/>
    <w:rsid w:val="008508C6"/>
    <w:rsid w:val="00857C67"/>
    <w:rsid w:val="00871052"/>
    <w:rsid w:val="008A360B"/>
    <w:rsid w:val="008A6407"/>
    <w:rsid w:val="008B14DF"/>
    <w:rsid w:val="008F2A39"/>
    <w:rsid w:val="00970575"/>
    <w:rsid w:val="00983AC1"/>
    <w:rsid w:val="009B1F75"/>
    <w:rsid w:val="009E1FF5"/>
    <w:rsid w:val="00A00FBD"/>
    <w:rsid w:val="00A01422"/>
    <w:rsid w:val="00A061E9"/>
    <w:rsid w:val="00A21F57"/>
    <w:rsid w:val="00A36CBF"/>
    <w:rsid w:val="00A43086"/>
    <w:rsid w:val="00AA35A0"/>
    <w:rsid w:val="00AA432E"/>
    <w:rsid w:val="00AC2022"/>
    <w:rsid w:val="00AC5E66"/>
    <w:rsid w:val="00B07884"/>
    <w:rsid w:val="00B45DB5"/>
    <w:rsid w:val="00B65416"/>
    <w:rsid w:val="00B73C44"/>
    <w:rsid w:val="00B7608A"/>
    <w:rsid w:val="00B92DDF"/>
    <w:rsid w:val="00C020BB"/>
    <w:rsid w:val="00C1549E"/>
    <w:rsid w:val="00C26C50"/>
    <w:rsid w:val="00C74D4B"/>
    <w:rsid w:val="00CA7665"/>
    <w:rsid w:val="00CC05C6"/>
    <w:rsid w:val="00CC6DC4"/>
    <w:rsid w:val="00CE750A"/>
    <w:rsid w:val="00D01058"/>
    <w:rsid w:val="00D10AC8"/>
    <w:rsid w:val="00D33E38"/>
    <w:rsid w:val="00D72D0B"/>
    <w:rsid w:val="00D775E8"/>
    <w:rsid w:val="00DE3722"/>
    <w:rsid w:val="00DF56A6"/>
    <w:rsid w:val="00E032F5"/>
    <w:rsid w:val="00E10441"/>
    <w:rsid w:val="00E34A08"/>
    <w:rsid w:val="00E36D04"/>
    <w:rsid w:val="00E64B3F"/>
    <w:rsid w:val="00E67B23"/>
    <w:rsid w:val="00E700F0"/>
    <w:rsid w:val="00EB5F95"/>
    <w:rsid w:val="00EC6E4C"/>
    <w:rsid w:val="00EF0090"/>
    <w:rsid w:val="00EF42B2"/>
    <w:rsid w:val="00F04A61"/>
    <w:rsid w:val="00F37CED"/>
    <w:rsid w:val="00F65F18"/>
    <w:rsid w:val="00FA35E0"/>
    <w:rsid w:val="00FC1954"/>
    <w:rsid w:val="00FD78F3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F22AF9"/>
  <w15:chartTrackingRefBased/>
  <w15:docId w15:val="{4A015421-D0E3-400D-B5A9-B0B3188AC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023B9"/>
    <w:rPr>
      <w:rFonts w:ascii="Calibri" w:hAnsi="Calibri" w:cs="Calibri"/>
      <w:kern w:val="2"/>
      <w14:ligatures w14:val="standardContextual"/>
    </w:rPr>
  </w:style>
  <w:style w:type="paragraph" w:styleId="berschrift1">
    <w:name w:val="heading 1"/>
    <w:aliases w:val="Überschrift 1_INFSII"/>
    <w:basedOn w:val="Standard"/>
    <w:next w:val="Standard"/>
    <w:link w:val="berschrift1Zchn"/>
    <w:uiPriority w:val="9"/>
    <w:qFormat/>
    <w:rsid w:val="003B7431"/>
    <w:pPr>
      <w:keepNext/>
      <w:keepLines/>
      <w:spacing w:before="240" w:after="120" w:line="276" w:lineRule="auto"/>
      <w:jc w:val="center"/>
      <w:outlineLvl w:val="0"/>
    </w:pPr>
    <w:rPr>
      <w:rFonts w:asciiTheme="majorHAnsi" w:eastAsiaTheme="majorEastAsia" w:hAnsiTheme="majorHAnsi" w:cstheme="majorBidi"/>
      <w:b/>
      <w:color w:val="4E6B9E"/>
      <w:kern w:val="0"/>
      <w:sz w:val="32"/>
      <w:szCs w:val="32"/>
      <w14:ligatures w14:val="none"/>
    </w:rPr>
  </w:style>
  <w:style w:type="paragraph" w:styleId="berschrift2">
    <w:name w:val="heading 2"/>
    <w:aliases w:val="Überschrift 2;Überschrift 2 INFSII"/>
    <w:basedOn w:val="Standard"/>
    <w:next w:val="Standard"/>
    <w:link w:val="berschrift2Zchn"/>
    <w:uiPriority w:val="9"/>
    <w:unhideWhenUsed/>
    <w:qFormat/>
    <w:rsid w:val="003B7431"/>
    <w:pPr>
      <w:keepNext/>
      <w:keepLines/>
      <w:spacing w:before="120" w:after="60" w:line="276" w:lineRule="auto"/>
      <w:outlineLvl w:val="1"/>
    </w:pPr>
    <w:rPr>
      <w:rFonts w:asciiTheme="majorHAnsi" w:eastAsiaTheme="majorEastAsia" w:hAnsiTheme="majorHAnsi" w:cstheme="majorBidi"/>
      <w:color w:val="4E6B9E"/>
      <w:kern w:val="0"/>
      <w:sz w:val="26"/>
      <w:szCs w:val="26"/>
      <w14:ligatures w14:val="none"/>
    </w:rPr>
  </w:style>
  <w:style w:type="paragraph" w:styleId="berschrift3">
    <w:name w:val="heading 3"/>
    <w:aliases w:val="Überschrift 3;Überschrift 3 INFSII"/>
    <w:basedOn w:val="Standard"/>
    <w:next w:val="Standard"/>
    <w:link w:val="berschrift3Zchn"/>
    <w:uiPriority w:val="9"/>
    <w:unhideWhenUsed/>
    <w:qFormat/>
    <w:rsid w:val="003B7431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4E6B9E"/>
      <w:kern w:val="0"/>
      <w:sz w:val="24"/>
      <w:szCs w:val="24"/>
      <w14:ligatures w14:val="none"/>
    </w:rPr>
  </w:style>
  <w:style w:type="paragraph" w:styleId="berschrift4">
    <w:name w:val="heading 4"/>
    <w:aliases w:val="Überschrift 4 INFSII"/>
    <w:basedOn w:val="Standard"/>
    <w:next w:val="Standard"/>
    <w:link w:val="berschrift4Zchn"/>
    <w:uiPriority w:val="9"/>
    <w:semiHidden/>
    <w:unhideWhenUsed/>
    <w:qFormat/>
    <w:rsid w:val="003B7431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4E6B9E"/>
      <w:kern w:val="0"/>
      <w14:ligatures w14:val="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spacing w:after="60" w:line="276" w:lineRule="auto"/>
      <w:ind w:left="720"/>
      <w:contextualSpacing/>
    </w:pPr>
    <w:rPr>
      <w:rFonts w:asciiTheme="minorHAnsi" w:hAnsiTheme="minorHAnsi" w:cstheme="minorBidi"/>
      <w:kern w:val="0"/>
      <w14:ligatures w14:val="none"/>
    </w:rPr>
  </w:style>
  <w:style w:type="character" w:customStyle="1" w:styleId="berschrift1Zchn">
    <w:name w:val="Überschrift 1 Zchn"/>
    <w:aliases w:val="Überschrift 1_INFSII Zchn"/>
    <w:basedOn w:val="Absatz-Standardschriftart"/>
    <w:link w:val="berschrift1"/>
    <w:uiPriority w:val="9"/>
    <w:rsid w:val="003B7431"/>
    <w:rPr>
      <w:rFonts w:asciiTheme="majorHAnsi" w:eastAsiaTheme="majorEastAsia" w:hAnsiTheme="majorHAnsi" w:cstheme="majorBidi"/>
      <w:b/>
      <w:color w:val="4E6B9E"/>
      <w:sz w:val="32"/>
      <w:szCs w:val="32"/>
    </w:rPr>
  </w:style>
  <w:style w:type="character" w:customStyle="1" w:styleId="berschrift2Zchn">
    <w:name w:val="Überschrift 2 Zchn"/>
    <w:aliases w:val="Überschrift 2;Überschrift 2 INFSII Zchn"/>
    <w:basedOn w:val="Absatz-Standardschriftart"/>
    <w:link w:val="berschrift2"/>
    <w:uiPriority w:val="9"/>
    <w:rsid w:val="003B7431"/>
    <w:rPr>
      <w:rFonts w:asciiTheme="majorHAnsi" w:eastAsiaTheme="majorEastAsia" w:hAnsiTheme="majorHAnsi" w:cstheme="majorBidi"/>
      <w:color w:val="4E6B9E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rFonts w:asciiTheme="minorHAnsi" w:hAnsiTheme="minorHAnsi" w:cstheme="minorBidi"/>
      <w:i/>
      <w:iCs/>
      <w:color w:val="44546A" w:themeColor="text2"/>
      <w:kern w:val="0"/>
      <w:sz w:val="18"/>
      <w:szCs w:val="18"/>
      <w14:ligatures w14:val="none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;Überschrift 3 INFSII Zchn"/>
    <w:basedOn w:val="Absatz-Standardschriftart"/>
    <w:link w:val="berschrift3"/>
    <w:uiPriority w:val="9"/>
    <w:rsid w:val="003B7431"/>
    <w:rPr>
      <w:rFonts w:asciiTheme="majorHAnsi" w:eastAsiaTheme="majorEastAsia" w:hAnsiTheme="majorHAnsi" w:cstheme="majorBidi"/>
      <w:color w:val="4E6B9E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kern w:val="0"/>
      <w14:ligatures w14:val="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 w:cstheme="minorBidi"/>
      <w:kern w:val="0"/>
      <w14:ligatures w14:val="none"/>
    </w:r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I">
    <w:name w:val="Unterschrift_INFSII"/>
    <w:basedOn w:val="Beschriftung"/>
    <w:link w:val="UnterschriftINFSIIZchn"/>
    <w:qFormat/>
    <w:rsid w:val="003B7431"/>
    <w:rPr>
      <w:color w:val="4E6B9E"/>
    </w:rPr>
  </w:style>
  <w:style w:type="character" w:customStyle="1" w:styleId="berschrift4Zchn">
    <w:name w:val="Überschrift 4 Zchn"/>
    <w:aliases w:val="Überschrift 4 INFSII Zchn"/>
    <w:basedOn w:val="Absatz-Standardschriftart"/>
    <w:link w:val="berschrift4"/>
    <w:uiPriority w:val="9"/>
    <w:semiHidden/>
    <w:rsid w:val="003B7431"/>
    <w:rPr>
      <w:rFonts w:asciiTheme="majorHAnsi" w:eastAsiaTheme="majorEastAsia" w:hAnsiTheme="majorHAnsi" w:cstheme="majorBidi"/>
      <w:i/>
      <w:iCs/>
      <w:color w:val="4E6B9E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IZchn">
    <w:name w:val="Unterschrift_INFSII Zchn"/>
    <w:basedOn w:val="BeschriftungZchn"/>
    <w:link w:val="UnterschriftINFSII"/>
    <w:rsid w:val="003B7431"/>
    <w:rPr>
      <w:i/>
      <w:iCs/>
      <w:color w:val="4E6B9E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kern w:val="0"/>
      <w:sz w:val="18"/>
      <w:szCs w:val="18"/>
      <w14:ligatures w14:val="none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4Akzent1">
    <w:name w:val="Grid Table 4 Accent 1"/>
    <w:basedOn w:val="NormaleTabelle"/>
    <w:uiPriority w:val="49"/>
    <w:rsid w:val="003B743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itternetztabelle5dunkelAkzent1">
    <w:name w:val="Grid Table 5 Dark Accent 1"/>
    <w:basedOn w:val="NormaleTabelle"/>
    <w:uiPriority w:val="50"/>
    <w:rsid w:val="006D2CB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Tabellenraster1">
    <w:name w:val="Tabellenraster1"/>
    <w:basedOn w:val="NormaleTabelle"/>
    <w:next w:val="Tabellenraster"/>
    <w:uiPriority w:val="39"/>
    <w:rsid w:val="006023B9"/>
    <w:pPr>
      <w:spacing w:after="0" w:line="240" w:lineRule="auto"/>
    </w:pPr>
    <w:rPr>
      <w:rFonts w:ascii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ava1-string1">
    <w:name w:val="java1-string1"/>
    <w:basedOn w:val="Absatz-Standardschriftart"/>
    <w:rsid w:val="006023B9"/>
    <w:rPr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vem\AppData\Roaming\Microsoft\Templates\INFSII_Vorlage_pdf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9B76EB-3E60-4B12-A296-76CCA534D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INFSII_Vorlage_pdf.dotx</Template>
  <TotalTime>0</TotalTime>
  <Pages>1</Pages>
  <Words>24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Brandt, Ylva</cp:lastModifiedBy>
  <cp:revision>1</cp:revision>
  <cp:lastPrinted>2019-07-18T07:41:00Z</cp:lastPrinted>
  <dcterms:created xsi:type="dcterms:W3CDTF">2025-05-07T10:40:00Z</dcterms:created>
  <dcterms:modified xsi:type="dcterms:W3CDTF">2025-05-07T10:44:00Z</dcterms:modified>
</cp:coreProperties>
</file>